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C3" w:rsidRPr="00AD7F29" w:rsidRDefault="00340FC3" w:rsidP="007370C4">
      <w:pPr>
        <w:jc w:val="center"/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Тема: «Роль суффикса в слове ».</w:t>
      </w:r>
    </w:p>
    <w:p w:rsidR="00340FC3" w:rsidRPr="00AD7F29" w:rsidRDefault="00340FC3" w:rsidP="007370C4">
      <w:pPr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Цели:</w:t>
      </w:r>
    </w:p>
    <w:p w:rsidR="00340FC3" w:rsidRPr="00AD7F29" w:rsidRDefault="00340FC3" w:rsidP="007370C4">
      <w:pPr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1.Определить роль суффикса в слове;</w:t>
      </w:r>
    </w:p>
    <w:p w:rsidR="00340FC3" w:rsidRPr="00AD7F29" w:rsidRDefault="00340FC3" w:rsidP="007370C4">
      <w:pPr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2.Закрепить изученные части слова;</w:t>
      </w:r>
    </w:p>
    <w:p w:rsidR="00340FC3" w:rsidRPr="00AD7F29" w:rsidRDefault="00340FC3" w:rsidP="007370C4">
      <w:pPr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3.Развивать орфографическую зоркость, речь, мышление, воображение;</w:t>
      </w:r>
    </w:p>
    <w:p w:rsidR="00340FC3" w:rsidRPr="00AD7F29" w:rsidRDefault="00340FC3" w:rsidP="007370C4">
      <w:pPr>
        <w:rPr>
          <w:rFonts w:ascii="Times New Roman" w:hAnsi="Times New Roman"/>
          <w:sz w:val="24"/>
          <w:szCs w:val="24"/>
        </w:rPr>
      </w:pPr>
      <w:r w:rsidRPr="00AD7F29">
        <w:rPr>
          <w:rFonts w:ascii="Times New Roman" w:hAnsi="Times New Roman"/>
          <w:sz w:val="24"/>
          <w:szCs w:val="24"/>
        </w:rPr>
        <w:t>4.Воспитывать интерес к предмету.</w:t>
      </w:r>
    </w:p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70"/>
        <w:gridCol w:w="6769"/>
      </w:tblGrid>
      <w:tr w:rsidR="00340FC3" w:rsidRPr="00491055" w:rsidTr="00A178A5">
        <w:tc>
          <w:tcPr>
            <w:tcW w:w="3970" w:type="dxa"/>
          </w:tcPr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Проверить наличие письменных принадлежностей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Проговорить орфограммы на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месте пропусков.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 с изображением птиц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(по щелчку)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со словами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с кормушками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Текст на слайде и на карточках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со схемой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Слайд со схемой,  где присутствует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вопрос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Суффикс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-ушк-</w:t>
            </w: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-ов-</w:t>
            </w: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-к-</w:t>
            </w: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-ечк-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Слайды под музыку с изображением зимнего леса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Слайды с изображением саней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с изображением пословицы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  <w:u w:val="single"/>
              </w:rPr>
              <w:t>Слайд с тестом</w:t>
            </w:r>
          </w:p>
        </w:tc>
        <w:tc>
          <w:tcPr>
            <w:tcW w:w="6769" w:type="dxa"/>
          </w:tcPr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Ход урока</w:t>
            </w:r>
          </w:p>
          <w:p w:rsidR="00340FC3" w:rsidRPr="00AD7F29" w:rsidRDefault="00340FC3" w:rsidP="00A178A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Организационный момент</w:t>
            </w:r>
          </w:p>
          <w:p w:rsidR="00340FC3" w:rsidRPr="00AD7F29" w:rsidRDefault="00340FC3" w:rsidP="00A178A5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-Ребята! Проверьте, все ли у вас готово к началу урока?</w:t>
            </w:r>
          </w:p>
          <w:p w:rsidR="00340FC3" w:rsidRPr="00AD7F29" w:rsidRDefault="00340FC3" w:rsidP="00A178A5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Если все готово, будем начинать урок. </w:t>
            </w:r>
          </w:p>
          <w:p w:rsidR="00340FC3" w:rsidRPr="00AD7F29" w:rsidRDefault="00340FC3" w:rsidP="00A178A5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Игра-приветствие “Здравствуйте!”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(Учащиеся поочередно касаются пальцами пальцев рук своего соседа, начиная с больших)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 Желаю (соприкасаются большими пальцами)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 xml:space="preserve"> успеха (указательными)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большого (средними)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во всем ( безымянными)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и везде (мизинцами)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 Здравствуйте! (Прикасаются всей ладонью)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-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Запишите число, классная работа, день недели. Какие ошибко-опасные места вам встретились?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В-с-мнадцатое  д-к-бря.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Кла- ная  р-бота.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Вторн-к.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(один ученик объясняет)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– Ребята! Какое время года на дворе?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(зима)</w:t>
            </w:r>
          </w:p>
          <w:p w:rsidR="00340FC3" w:rsidRPr="00AD7F29" w:rsidRDefault="00340FC3" w:rsidP="00A178A5">
            <w:pPr>
              <w:tabs>
                <w:tab w:val="right" w:pos="6553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Какие признаки характеризуют зиму?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 учащиеся отвечают)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2.2-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Сегодня к нам на урок прилетели птички.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Отгадайте загадки 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color w:val="424242"/>
                <w:sz w:val="24"/>
                <w:szCs w:val="24"/>
                <w:shd w:val="clear" w:color="auto" w:fill="FFFFFF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Непоседа пёстрая,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птица длиннохвостая,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Птица говорливая,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самая болтливая.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Верещунья  белобока,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 зовут её ...сорока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Хоть я не молоток -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 дереву стучу: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нем каждый уголок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Обследовать хочу.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Хожу я в шапке красной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 акробат прекрасный.(дятел)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Синяя косынка,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Темненькая спинка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Маленькая птичка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Звать ее……….синичка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Зимой на ветках яблоки!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Скорей их собери!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 вдруг вспорхнули яблоки,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Ведь это ...снегири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Кар-кар-кар кричит плутовка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Ну и ловкая воровка!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Все блестящие вещицы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Очень любит эта птица!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 она вам всем знакома,</w:t>
            </w:r>
          </w:p>
          <w:p w:rsidR="00340FC3" w:rsidRPr="00AD7F29" w:rsidRDefault="00340FC3" w:rsidP="0008362D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А зовут ее ……ворона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Чик-чирик! К зёрнышкам прыг!</w:t>
            </w:r>
            <w:r w:rsidRPr="00AD7F29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Клюй, не робей! Кто это? ( воробей)</w:t>
            </w:r>
            <w:r w:rsidRPr="00AD7F29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 xml:space="preserve">С-ница ,  в-рона,  дят-л , сн-гирь, 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с-рока,  в-р-бей.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-Объясните написание букв вместо пропусков.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-Что общего у этих слов?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(живые предметы, птицы, словарные слова, зимующие)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-Что вы можете сказать о снегире?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 А почему птицы мигрируют в  южные районы?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 Холодно и голодно)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Что страшнее им?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(голод)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 А можем мы с вами помочь нашим пернатым друзьям?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 надо делать кормушки)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-А кто-нибудь из вас уже сделал кормушку? Посмотрите.  какими  бывают кормушки.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8A62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4.1 Работа с текстом </w:t>
            </w:r>
          </w:p>
          <w:p w:rsidR="00340FC3" w:rsidRPr="00AD7F29" w:rsidRDefault="00340FC3" w:rsidP="008A62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8A62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-Давайте обратимся к записи на доске. Прочитайте  написанное .</w:t>
            </w:r>
          </w:p>
          <w:p w:rsidR="00340FC3" w:rsidRPr="00AD7F29" w:rsidRDefault="00340FC3" w:rsidP="008A621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Что вы заметили? (пропущены буквы, нет границ предложений)</w:t>
            </w:r>
          </w:p>
          <w:p w:rsidR="00340FC3" w:rsidRPr="00AD7F29" w:rsidRDefault="00340FC3" w:rsidP="008A62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-Объясните написание букв на месте пропусков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Пришла з-ма  укрыла все кругом пуш-стым снегом  хол-дно и гол-дно птич?кам з-мой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 р-бята развесили  к-рмушки  синички любят сало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в-робу-ки ищут хлебные кро-ки сн- гирю по вкусу семеч?ки  а с-рока и в-рона клюют с-мена.</w:t>
            </w:r>
          </w:p>
          <w:p w:rsidR="00340FC3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  Расставьте, где требуется точки.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-Что  у вас получилось? 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(текст)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-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Докажите 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( перечисляют признаки текста, озаглавливают)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Помощь птицам зимой.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Пришла зима. Укрыла все кругом снегом. Холодно и голодно птичкам зимой. Ребята  развесили кормушки. Синички любят сало. Воробушки ищут хлебные крошки . снегирю по вкусу семечки. А сорока и ворона клюют семена.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5.Постановка учебной задачи. 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5.1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-Выпишите из текста слова, соответствующие представленным схеме ( основа +окончание)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Помощь, зима, зимой,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птицам, снегом,  любят, ребята, сало, снегирю. (по)вкусу, сорока, ворона.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-Ребята из параллельного класса это задание выполнили так: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470F4F">
            <w:pPr>
              <w:tabs>
                <w:tab w:val="left" w:pos="47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Помощь, зима, зимой, снегом,  любят, ребята, сало, снегирю. (по) вкусу, сорока, ворона, </w:t>
            </w: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кормушка.</w:t>
            </w:r>
          </w:p>
          <w:p w:rsidR="00340FC3" w:rsidRPr="00AD7F29" w:rsidRDefault="00340FC3" w:rsidP="00470F4F">
            <w:pPr>
              <w:tabs>
                <w:tab w:val="left" w:pos="47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Как  вы прокомментируете их работу? 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( в слове кормушка есть не только корень -корм-, но и часть слова, стоящая за корнем перед окончанием).</w:t>
            </w: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Кормушка</w:t>
            </w:r>
          </w:p>
          <w:p w:rsidR="00340FC3" w:rsidRPr="00AD7F29" w:rsidRDefault="00340FC3" w:rsidP="007F3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-Выпишите это слово, выделите известные нам части слова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 Выделяю изменяемую часть слова- окончание. Слово без окончания-основа. Выделяю корень слова, для этого подбираю однокоренные слова)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корм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корм+ушк+а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кормовой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470F4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 Какую «роль» в слове «играет» невыделенная нами часть слова?</w:t>
            </w:r>
          </w:p>
          <w:p w:rsidR="00340FC3" w:rsidRPr="00AD7F29" w:rsidRDefault="00340FC3" w:rsidP="00470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 образует новые слова)</w:t>
            </w:r>
          </w:p>
          <w:p w:rsidR="00340FC3" w:rsidRPr="00AD7F29" w:rsidRDefault="00340FC3" w:rsidP="007F33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-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Да, действительно, часть слова, стоящая за корнем, служит для образования новых слов, вносит определенный оттенок в звучание новых слов, называется СУФФИКС.</w:t>
            </w:r>
          </w:p>
          <w:p w:rsidR="00340FC3" w:rsidRPr="00AD7F29" w:rsidRDefault="00340FC3" w:rsidP="00470F4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470F4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6.Применение полученных знаний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-Давайте вернемся к тексту и  найдем такие слова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образованные при помощи суффиксов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разберем их по составу.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7E53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Птич+к+ам, синич+к+и, вороб+ушк+и, крош+к+и, сем+ечк+и,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40FC3" w:rsidRPr="00AD7F29" w:rsidRDefault="00340FC3" w:rsidP="007E53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7E5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-Как звучат новые слова?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 ( ласково, с любовью)</w:t>
            </w:r>
          </w:p>
          <w:p w:rsidR="00340FC3" w:rsidRPr="00AD7F29" w:rsidRDefault="00340FC3" w:rsidP="007E53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 xml:space="preserve">-В русском языке говорят: «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Уменьшительно-ласкательное значение»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6.Закрепление  полученных знаний.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-Я хочу пригласить вас на прогулку по зимнему лесу. Какой он, зимний  лес?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(морозный, загадочный, красивый, сонный)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-А действительно ли жизнь замирает в зимнем лесу?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-Кого модно встретить в зимнем лесу?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-Посмотрите, из-за  деревьев на нас смотрит олень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-Запишите слово олень</w:t>
            </w: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выделите части слова.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- Как называют детеныша оленя?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ОЛЕНЁНОК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Как называют маму оленёнка?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ОЛЕНИХА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Разберем слова по составу.</w:t>
            </w: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Что вы можете о них сказать?</w:t>
            </w: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AD7F29">
              <w:rPr>
                <w:rFonts w:ascii="Times New Roman" w:hAnsi="Times New Roman"/>
                <w:sz w:val="24"/>
                <w:szCs w:val="24"/>
              </w:rPr>
              <w:t>однокоренные, образованы при помощи суффиксов)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-Ребята. А как вы думаете, оленю страшен холод? А голод?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-А мы можем ему помочь?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-Ребята! Время летит незаметно! Вот и в лесу мы побывали. И птичек покормили. А про себя совсем забыли! Ведь зима приносит нам не только холод, но и веселые зимние забавы. Назовите,  какие зимние развлечения вы знаете? (перечисляют)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-Издавна  на Руси существует веселая  зимняя забава-катание с горы на санях. Молодые девушки  садились в большие деревянные сани, а парни разгоняли сани с горы .  Катание сопровождалось  песнями под гармонь.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-Запишите слово </w:t>
            </w:r>
            <w:r w:rsidRPr="00AD7F29">
              <w:rPr>
                <w:rFonts w:ascii="Times New Roman" w:hAnsi="Times New Roman"/>
                <w:b/>
                <w:sz w:val="24"/>
                <w:szCs w:val="24"/>
              </w:rPr>
              <w:t>сани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, образуйте однокоренные слова при помощи суффиксов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Как называют маленькие сани?                     санки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Как можно с любовью назвать сани?           саночки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Как назвать путь, проложенный санями?    санный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-Разберите слова по составу, объясните, как они образовались?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C47B6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- А вы сами любите кататься на санках? Что легче, с горы ехать или санки в гору везти?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>Народной  мудростью давно подмечено это в пословице «Любишь кататься - люби и саночки возить» ! И во многих житейских ситуациях эта пословица звучит. Как вы ее понимаете?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8.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Итог урока. Тест «Проверь себя» 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D7F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9. </w:t>
            </w:r>
            <w:r w:rsidRPr="00AD7F29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Домашнее задание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F29">
              <w:rPr>
                <w:rFonts w:ascii="Times New Roman" w:hAnsi="Times New Roman"/>
                <w:sz w:val="24"/>
                <w:szCs w:val="24"/>
              </w:rPr>
              <w:t>Подготовить рассказ о роли суффикса в слове. Подобрать и записать 10 слов, образованных при помощи суффикса.</w:t>
            </w: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0FC3" w:rsidRPr="00AD7F29" w:rsidRDefault="00340FC3" w:rsidP="00A178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0FC3" w:rsidRPr="00491055" w:rsidRDefault="00340FC3" w:rsidP="007370C4">
      <w:pPr>
        <w:rPr>
          <w:rFonts w:ascii="Times New Roman" w:hAnsi="Times New Roman"/>
          <w:sz w:val="28"/>
          <w:szCs w:val="28"/>
        </w:rPr>
      </w:pPr>
    </w:p>
    <w:p w:rsidR="00340FC3" w:rsidRDefault="00340FC3"/>
    <w:sectPr w:rsidR="00340FC3" w:rsidSect="0055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3FB6"/>
    <w:multiLevelType w:val="multilevel"/>
    <w:tmpl w:val="D60078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0C4"/>
    <w:rsid w:val="0008362D"/>
    <w:rsid w:val="0010628F"/>
    <w:rsid w:val="001313DF"/>
    <w:rsid w:val="001B1AE8"/>
    <w:rsid w:val="001C296C"/>
    <w:rsid w:val="001D27CB"/>
    <w:rsid w:val="002E589A"/>
    <w:rsid w:val="00340FC3"/>
    <w:rsid w:val="00404B61"/>
    <w:rsid w:val="004214E3"/>
    <w:rsid w:val="00470F4F"/>
    <w:rsid w:val="00491055"/>
    <w:rsid w:val="005502E4"/>
    <w:rsid w:val="005A7D49"/>
    <w:rsid w:val="005D4968"/>
    <w:rsid w:val="005F1F28"/>
    <w:rsid w:val="00621AC7"/>
    <w:rsid w:val="00641DE0"/>
    <w:rsid w:val="006954D8"/>
    <w:rsid w:val="007365A6"/>
    <w:rsid w:val="007370C4"/>
    <w:rsid w:val="007934AD"/>
    <w:rsid w:val="007E5386"/>
    <w:rsid w:val="007F330A"/>
    <w:rsid w:val="008A6211"/>
    <w:rsid w:val="008E3135"/>
    <w:rsid w:val="00991381"/>
    <w:rsid w:val="009D1D4A"/>
    <w:rsid w:val="00A178A5"/>
    <w:rsid w:val="00A5756F"/>
    <w:rsid w:val="00A96DC4"/>
    <w:rsid w:val="00AD7F29"/>
    <w:rsid w:val="00B078C7"/>
    <w:rsid w:val="00B843E0"/>
    <w:rsid w:val="00C47B66"/>
    <w:rsid w:val="00C82048"/>
    <w:rsid w:val="00C91D38"/>
    <w:rsid w:val="00D519C1"/>
    <w:rsid w:val="00DC2389"/>
    <w:rsid w:val="00E04FFE"/>
    <w:rsid w:val="00E264FA"/>
    <w:rsid w:val="00EC0E33"/>
    <w:rsid w:val="00EC7FC1"/>
    <w:rsid w:val="00EE357F"/>
    <w:rsid w:val="00F15E89"/>
    <w:rsid w:val="00F46997"/>
    <w:rsid w:val="00FD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2E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370C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C296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78C7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07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8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1D27CB"/>
    <w:rPr>
      <w:rFonts w:cs="Times New Roman"/>
    </w:rPr>
  </w:style>
  <w:style w:type="paragraph" w:styleId="NormalWeb">
    <w:name w:val="Normal (Web)"/>
    <w:basedOn w:val="Normal"/>
    <w:uiPriority w:val="99"/>
    <w:rsid w:val="00F469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87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294</TotalTime>
  <Pages>5</Pages>
  <Words>970</Words>
  <Characters>5534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Рудь</cp:lastModifiedBy>
  <cp:revision>27</cp:revision>
  <dcterms:created xsi:type="dcterms:W3CDTF">2012-12-16T18:28:00Z</dcterms:created>
  <dcterms:modified xsi:type="dcterms:W3CDTF">2012-12-18T08:42:00Z</dcterms:modified>
</cp:coreProperties>
</file>